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7814" w14:textId="77777777" w:rsidR="006E5D65" w:rsidRPr="000D202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D2025">
        <w:rPr>
          <w:rFonts w:ascii="Times New Roman" w:hAnsi="Times New Roman"/>
          <w:b/>
          <w:bCs/>
        </w:rPr>
        <w:t xml:space="preserve">   </w:t>
      </w:r>
      <w:r w:rsidR="00CD6897" w:rsidRPr="000D2025">
        <w:rPr>
          <w:rFonts w:ascii="Times New Roman" w:hAnsi="Times New Roman"/>
          <w:b/>
          <w:bCs/>
        </w:rPr>
        <w:tab/>
      </w:r>
      <w:r w:rsidR="00CD6897" w:rsidRPr="000D2025">
        <w:rPr>
          <w:rFonts w:ascii="Times New Roman" w:hAnsi="Times New Roman"/>
          <w:b/>
          <w:bCs/>
        </w:rPr>
        <w:tab/>
      </w:r>
      <w:r w:rsidR="00CD6897" w:rsidRPr="000D2025">
        <w:rPr>
          <w:rFonts w:ascii="Times New Roman" w:hAnsi="Times New Roman"/>
          <w:b/>
          <w:bCs/>
        </w:rPr>
        <w:tab/>
      </w:r>
      <w:r w:rsidR="00CD6897" w:rsidRPr="000D2025">
        <w:rPr>
          <w:rFonts w:ascii="Times New Roman" w:hAnsi="Times New Roman"/>
          <w:b/>
          <w:bCs/>
        </w:rPr>
        <w:tab/>
      </w:r>
      <w:r w:rsidR="00CD6897" w:rsidRPr="000D2025">
        <w:rPr>
          <w:rFonts w:ascii="Times New Roman" w:hAnsi="Times New Roman"/>
          <w:b/>
          <w:bCs/>
        </w:rPr>
        <w:tab/>
      </w:r>
      <w:r w:rsidR="00CD6897" w:rsidRPr="000D2025">
        <w:rPr>
          <w:rFonts w:ascii="Times New Roman" w:hAnsi="Times New Roman"/>
          <w:b/>
          <w:bCs/>
        </w:rPr>
        <w:tab/>
      </w:r>
      <w:r w:rsidR="00D8678B" w:rsidRPr="000D2025">
        <w:rPr>
          <w:rFonts w:ascii="Times New Roman" w:hAnsi="Times New Roman"/>
          <w:bCs/>
          <w:i/>
        </w:rPr>
        <w:t xml:space="preserve">Załącznik nr </w:t>
      </w:r>
      <w:r w:rsidR="006F31E2" w:rsidRPr="000D2025">
        <w:rPr>
          <w:rFonts w:ascii="Times New Roman" w:hAnsi="Times New Roman"/>
          <w:bCs/>
          <w:i/>
        </w:rPr>
        <w:t>1.5</w:t>
      </w:r>
      <w:r w:rsidR="00D8678B" w:rsidRPr="000D2025">
        <w:rPr>
          <w:rFonts w:ascii="Times New Roman" w:hAnsi="Times New Roman"/>
          <w:bCs/>
          <w:i/>
        </w:rPr>
        <w:t xml:space="preserve"> do Zarządzenia</w:t>
      </w:r>
      <w:r w:rsidR="002A22BF" w:rsidRPr="000D2025">
        <w:rPr>
          <w:rFonts w:ascii="Times New Roman" w:hAnsi="Times New Roman"/>
          <w:bCs/>
          <w:i/>
        </w:rPr>
        <w:t xml:space="preserve"> Rektora UR </w:t>
      </w:r>
      <w:r w:rsidR="00CD6897" w:rsidRPr="000D2025">
        <w:rPr>
          <w:rFonts w:ascii="Times New Roman" w:hAnsi="Times New Roman"/>
          <w:bCs/>
          <w:i/>
        </w:rPr>
        <w:t xml:space="preserve"> nr </w:t>
      </w:r>
      <w:r w:rsidR="00F17567" w:rsidRPr="000D2025">
        <w:rPr>
          <w:rFonts w:ascii="Times New Roman" w:hAnsi="Times New Roman"/>
          <w:bCs/>
          <w:i/>
        </w:rPr>
        <w:t>12/2019</w:t>
      </w:r>
    </w:p>
    <w:p w14:paraId="7E775A9F" w14:textId="77777777" w:rsidR="0085747A" w:rsidRPr="000D202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0D2025">
        <w:rPr>
          <w:rFonts w:ascii="Times New Roman" w:hAnsi="Times New Roman"/>
          <w:b/>
          <w:smallCaps/>
          <w:sz w:val="24"/>
        </w:rPr>
        <w:t>SYLABUS</w:t>
      </w:r>
    </w:p>
    <w:p w14:paraId="43DC9147" w14:textId="77777777" w:rsidR="0085747A" w:rsidRPr="000D202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0D2025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0D2025">
        <w:rPr>
          <w:rFonts w:ascii="Times New Roman" w:hAnsi="Times New Roman"/>
          <w:b/>
          <w:smallCaps/>
          <w:sz w:val="24"/>
        </w:rPr>
        <w:t xml:space="preserve"> </w:t>
      </w:r>
      <w:r w:rsidR="00DA4EBE" w:rsidRPr="000D2025">
        <w:rPr>
          <w:rFonts w:ascii="Times New Roman" w:hAnsi="Times New Roman"/>
          <w:i/>
          <w:smallCaps/>
          <w:sz w:val="24"/>
        </w:rPr>
        <w:t>2019-2022</w:t>
      </w:r>
    </w:p>
    <w:p w14:paraId="7FBE3305" w14:textId="043174E0" w:rsidR="0085747A" w:rsidRPr="000D2025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0D2025">
        <w:rPr>
          <w:rFonts w:ascii="Times New Roman" w:hAnsi="Times New Roman"/>
          <w:i/>
        </w:rPr>
        <w:t xml:space="preserve">                                                                                                        </w:t>
      </w:r>
      <w:r w:rsidR="0085747A" w:rsidRPr="000D2025">
        <w:rPr>
          <w:rFonts w:ascii="Times New Roman" w:hAnsi="Times New Roman"/>
          <w:i/>
          <w:sz w:val="20"/>
        </w:rPr>
        <w:t>(skrajne daty</w:t>
      </w:r>
      <w:r w:rsidR="0085747A" w:rsidRPr="000D2025">
        <w:rPr>
          <w:rFonts w:ascii="Times New Roman" w:hAnsi="Times New Roman"/>
          <w:sz w:val="20"/>
        </w:rPr>
        <w:t>)</w:t>
      </w:r>
    </w:p>
    <w:p w14:paraId="3EB84C0A" w14:textId="322D6923" w:rsidR="00445970" w:rsidRPr="000D2025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0D2025">
        <w:rPr>
          <w:rFonts w:ascii="Times New Roman" w:hAnsi="Times New Roman"/>
        </w:rPr>
        <w:tab/>
      </w:r>
      <w:r w:rsidRPr="000D2025">
        <w:rPr>
          <w:rFonts w:ascii="Times New Roman" w:hAnsi="Times New Roman"/>
        </w:rPr>
        <w:tab/>
      </w:r>
      <w:r w:rsidRPr="000D2025">
        <w:rPr>
          <w:rFonts w:ascii="Times New Roman" w:hAnsi="Times New Roman"/>
        </w:rPr>
        <w:tab/>
      </w:r>
      <w:r w:rsidRPr="000D2025">
        <w:rPr>
          <w:rFonts w:ascii="Times New Roman" w:hAnsi="Times New Roman"/>
        </w:rPr>
        <w:tab/>
        <w:t xml:space="preserve">Rok akademicki </w:t>
      </w:r>
      <w:r w:rsidR="00DA4EBE" w:rsidRPr="000D2025">
        <w:rPr>
          <w:rFonts w:ascii="Times New Roman" w:hAnsi="Times New Roman"/>
        </w:rPr>
        <w:t>20</w:t>
      </w:r>
      <w:r w:rsidR="00E36075" w:rsidRPr="000D2025">
        <w:rPr>
          <w:rFonts w:ascii="Times New Roman" w:hAnsi="Times New Roman"/>
        </w:rPr>
        <w:t>20</w:t>
      </w:r>
      <w:r w:rsidR="00DA4EBE" w:rsidRPr="000D2025">
        <w:rPr>
          <w:rFonts w:ascii="Times New Roman" w:hAnsi="Times New Roman"/>
        </w:rPr>
        <w:t>/202</w:t>
      </w:r>
      <w:r w:rsidR="00E36075" w:rsidRPr="000D2025">
        <w:rPr>
          <w:rFonts w:ascii="Times New Roman" w:hAnsi="Times New Roman"/>
        </w:rPr>
        <w:t>1</w:t>
      </w:r>
    </w:p>
    <w:p w14:paraId="3F49F3F9" w14:textId="77777777" w:rsidR="0085747A" w:rsidRPr="000D2025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13217738" w14:textId="05914564" w:rsidR="0085747A" w:rsidRDefault="0085747A" w:rsidP="000D2025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0D2025">
        <w:rPr>
          <w:sz w:val="22"/>
        </w:rPr>
        <w:t xml:space="preserve">Podstawowe </w:t>
      </w:r>
      <w:r w:rsidR="00445970" w:rsidRPr="000D2025">
        <w:rPr>
          <w:sz w:val="22"/>
        </w:rPr>
        <w:t>informacje o przedmiocie</w:t>
      </w:r>
    </w:p>
    <w:p w14:paraId="60C52109" w14:textId="77777777" w:rsidR="000D2025" w:rsidRPr="000D2025" w:rsidRDefault="000D2025" w:rsidP="000D2025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D2025" w14:paraId="4C88921A" w14:textId="77777777" w:rsidTr="00B819C8">
        <w:tc>
          <w:tcPr>
            <w:tcW w:w="2694" w:type="dxa"/>
            <w:vAlign w:val="center"/>
          </w:tcPr>
          <w:p w14:paraId="05E75811" w14:textId="77777777" w:rsidR="0085747A" w:rsidRPr="000D20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2A4AE9" w14:textId="77777777" w:rsidR="0085747A" w:rsidRPr="000D2025" w:rsidRDefault="00AA4955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0D2025">
              <w:rPr>
                <w:sz w:val="22"/>
              </w:rPr>
              <w:t>Projekt specjalistyczny</w:t>
            </w:r>
          </w:p>
        </w:tc>
      </w:tr>
      <w:tr w:rsidR="0085747A" w:rsidRPr="000D2025" w14:paraId="1E0824DF" w14:textId="77777777" w:rsidTr="00B819C8">
        <w:tc>
          <w:tcPr>
            <w:tcW w:w="2694" w:type="dxa"/>
            <w:vAlign w:val="center"/>
          </w:tcPr>
          <w:p w14:paraId="2E59D7E6" w14:textId="77777777" w:rsidR="0085747A" w:rsidRPr="000D20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Kod przedmiotu</w:t>
            </w:r>
            <w:r w:rsidR="0085747A" w:rsidRPr="000D2025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47BC4DF9" w14:textId="5A5C03C1" w:rsidR="0085747A" w:rsidRPr="000D2025" w:rsidRDefault="000D202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0D2025" w14:paraId="34CFE058" w14:textId="77777777" w:rsidTr="00B819C8">
        <w:tc>
          <w:tcPr>
            <w:tcW w:w="2694" w:type="dxa"/>
            <w:vAlign w:val="center"/>
          </w:tcPr>
          <w:p w14:paraId="397B4991" w14:textId="77777777" w:rsidR="0085747A" w:rsidRPr="000D2025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nazwa</w:t>
            </w:r>
            <w:r w:rsidR="00C05F44" w:rsidRPr="000D2025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C20F40" w14:textId="432FDA14" w:rsidR="0085747A" w:rsidRPr="000D2025" w:rsidRDefault="00CE3AE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0D2025" w14:paraId="367BFDE9" w14:textId="77777777" w:rsidTr="00B819C8">
        <w:tc>
          <w:tcPr>
            <w:tcW w:w="2694" w:type="dxa"/>
            <w:vAlign w:val="center"/>
          </w:tcPr>
          <w:p w14:paraId="25DE5E7F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DBEF66" w14:textId="7BA6A952" w:rsidR="0085747A" w:rsidRPr="000D2025" w:rsidRDefault="006B272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0D2025" w14:paraId="075876C6" w14:textId="77777777" w:rsidTr="00B819C8">
        <w:tc>
          <w:tcPr>
            <w:tcW w:w="2694" w:type="dxa"/>
            <w:vAlign w:val="center"/>
          </w:tcPr>
          <w:p w14:paraId="4DC8B606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FBF0FA" w14:textId="77777777" w:rsidR="0085747A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Nauki o rodzinie</w:t>
            </w:r>
          </w:p>
        </w:tc>
      </w:tr>
      <w:tr w:rsidR="0085747A" w:rsidRPr="000D2025" w14:paraId="635D6C22" w14:textId="77777777" w:rsidTr="00B819C8">
        <w:tc>
          <w:tcPr>
            <w:tcW w:w="2694" w:type="dxa"/>
            <w:vAlign w:val="center"/>
          </w:tcPr>
          <w:p w14:paraId="67D13623" w14:textId="77777777" w:rsidR="0085747A" w:rsidRPr="000D20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16BCFF" w14:textId="77777777" w:rsidR="0085747A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I</w:t>
            </w:r>
          </w:p>
        </w:tc>
      </w:tr>
      <w:tr w:rsidR="0085747A" w:rsidRPr="000D2025" w14:paraId="591AD45C" w14:textId="77777777" w:rsidTr="00B819C8">
        <w:tc>
          <w:tcPr>
            <w:tcW w:w="2694" w:type="dxa"/>
            <w:vAlign w:val="center"/>
          </w:tcPr>
          <w:p w14:paraId="120A4AF7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FEAADD0" w14:textId="77777777" w:rsidR="0085747A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praktyczny</w:t>
            </w:r>
          </w:p>
        </w:tc>
      </w:tr>
      <w:tr w:rsidR="0085747A" w:rsidRPr="000D2025" w14:paraId="7A671083" w14:textId="77777777" w:rsidTr="00B819C8">
        <w:tc>
          <w:tcPr>
            <w:tcW w:w="2694" w:type="dxa"/>
            <w:vAlign w:val="center"/>
          </w:tcPr>
          <w:p w14:paraId="7551B86B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1CC965" w14:textId="77777777" w:rsidR="0085747A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stacjonarne</w:t>
            </w:r>
          </w:p>
        </w:tc>
      </w:tr>
      <w:tr w:rsidR="0085747A" w:rsidRPr="000D2025" w14:paraId="6A1EEB8C" w14:textId="77777777" w:rsidTr="00B819C8">
        <w:tc>
          <w:tcPr>
            <w:tcW w:w="2694" w:type="dxa"/>
            <w:vAlign w:val="center"/>
          </w:tcPr>
          <w:p w14:paraId="5EF17636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Rok i semestr</w:t>
            </w:r>
            <w:r w:rsidR="0030395F" w:rsidRPr="000D2025">
              <w:rPr>
                <w:sz w:val="22"/>
                <w:szCs w:val="22"/>
              </w:rPr>
              <w:t>/y</w:t>
            </w:r>
            <w:r w:rsidRPr="000D2025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50E2EF" w14:textId="77777777" w:rsidR="0085747A" w:rsidRPr="000D2025" w:rsidRDefault="007D30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Rok 2, semestr 3, 4</w:t>
            </w:r>
          </w:p>
        </w:tc>
      </w:tr>
      <w:tr w:rsidR="0085747A" w:rsidRPr="000D2025" w14:paraId="0ECD4FF1" w14:textId="77777777" w:rsidTr="00B819C8">
        <w:tc>
          <w:tcPr>
            <w:tcW w:w="2694" w:type="dxa"/>
            <w:vAlign w:val="center"/>
          </w:tcPr>
          <w:p w14:paraId="3F3F5C76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AE558" w14:textId="77777777" w:rsidR="0085747A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Przedmioty</w:t>
            </w:r>
            <w:r w:rsidR="00CA773C" w:rsidRPr="000D2025">
              <w:rPr>
                <w:b w:val="0"/>
                <w:sz w:val="22"/>
              </w:rPr>
              <w:t xml:space="preserve"> </w:t>
            </w:r>
            <w:r w:rsidR="00BA0A36" w:rsidRPr="000D2025">
              <w:rPr>
                <w:b w:val="0"/>
                <w:sz w:val="22"/>
              </w:rPr>
              <w:t xml:space="preserve">specjalnościowe, sp. Asystent </w:t>
            </w:r>
            <w:r w:rsidR="0053458D" w:rsidRPr="000D2025">
              <w:rPr>
                <w:b w:val="0"/>
                <w:sz w:val="22"/>
              </w:rPr>
              <w:t>rodziny</w:t>
            </w:r>
          </w:p>
        </w:tc>
      </w:tr>
      <w:tr w:rsidR="00923D7D" w:rsidRPr="000D2025" w14:paraId="3314DCB7" w14:textId="77777777" w:rsidTr="00B819C8">
        <w:tc>
          <w:tcPr>
            <w:tcW w:w="2694" w:type="dxa"/>
            <w:vAlign w:val="center"/>
          </w:tcPr>
          <w:p w14:paraId="75808479" w14:textId="77777777" w:rsidR="00923D7D" w:rsidRPr="000D20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E671170" w14:textId="77777777" w:rsidR="00923D7D" w:rsidRPr="000D202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polski</w:t>
            </w:r>
          </w:p>
        </w:tc>
      </w:tr>
      <w:tr w:rsidR="0085747A" w:rsidRPr="000D2025" w14:paraId="3C72E4ED" w14:textId="77777777" w:rsidTr="00B819C8">
        <w:tc>
          <w:tcPr>
            <w:tcW w:w="2694" w:type="dxa"/>
            <w:vAlign w:val="center"/>
          </w:tcPr>
          <w:p w14:paraId="426428F4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83F5A1" w14:textId="77777777" w:rsidR="0085747A" w:rsidRPr="000D2025" w:rsidRDefault="00131FD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D2025">
              <w:rPr>
                <w:b w:val="0"/>
                <w:sz w:val="22"/>
              </w:rPr>
              <w:t>Dr Barbara Lulek</w:t>
            </w:r>
          </w:p>
        </w:tc>
      </w:tr>
      <w:tr w:rsidR="0085747A" w:rsidRPr="000D2025" w14:paraId="14E0179E" w14:textId="77777777" w:rsidTr="00B819C8">
        <w:tc>
          <w:tcPr>
            <w:tcW w:w="2694" w:type="dxa"/>
            <w:vAlign w:val="center"/>
          </w:tcPr>
          <w:p w14:paraId="1EC51DDC" w14:textId="77777777" w:rsidR="0085747A" w:rsidRPr="000D20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173886" w14:textId="4D6B77B5" w:rsidR="0085747A" w:rsidRPr="000D2025" w:rsidRDefault="000D202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Zgodnie z przydziałem czynności w danym roku akademickim </w:t>
            </w:r>
          </w:p>
        </w:tc>
      </w:tr>
    </w:tbl>
    <w:p w14:paraId="73F6BEF2" w14:textId="77777777" w:rsidR="0085747A" w:rsidRPr="000D2025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0D2025">
        <w:rPr>
          <w:szCs w:val="22"/>
        </w:rPr>
        <w:t xml:space="preserve">* </w:t>
      </w:r>
      <w:r w:rsidRPr="000D2025">
        <w:rPr>
          <w:i/>
          <w:szCs w:val="22"/>
        </w:rPr>
        <w:t>-</w:t>
      </w:r>
      <w:r w:rsidR="00B90885" w:rsidRPr="000D2025">
        <w:rPr>
          <w:b w:val="0"/>
          <w:i/>
          <w:szCs w:val="22"/>
        </w:rPr>
        <w:t>opcjonalni</w:t>
      </w:r>
      <w:r w:rsidR="00B90885" w:rsidRPr="000D2025">
        <w:rPr>
          <w:b w:val="0"/>
          <w:szCs w:val="22"/>
        </w:rPr>
        <w:t>e,</w:t>
      </w:r>
      <w:r w:rsidRPr="000D2025">
        <w:rPr>
          <w:i/>
          <w:szCs w:val="22"/>
        </w:rPr>
        <w:t xml:space="preserve"> </w:t>
      </w:r>
      <w:r w:rsidRPr="000D2025">
        <w:rPr>
          <w:b w:val="0"/>
          <w:i/>
          <w:szCs w:val="22"/>
        </w:rPr>
        <w:t xml:space="preserve">zgodnie z ustaleniami </w:t>
      </w:r>
      <w:r w:rsidR="00B90885" w:rsidRPr="000D2025">
        <w:rPr>
          <w:b w:val="0"/>
          <w:i/>
          <w:szCs w:val="22"/>
        </w:rPr>
        <w:t>w Jednostce</w:t>
      </w:r>
    </w:p>
    <w:p w14:paraId="5C082CBE" w14:textId="77777777" w:rsidR="00923D7D" w:rsidRPr="000D2025" w:rsidRDefault="00923D7D" w:rsidP="009C54AE">
      <w:pPr>
        <w:pStyle w:val="Podpunkty"/>
        <w:ind w:left="0"/>
        <w:rPr>
          <w:szCs w:val="22"/>
        </w:rPr>
      </w:pPr>
    </w:p>
    <w:p w14:paraId="40A96557" w14:textId="77777777" w:rsidR="0085747A" w:rsidRPr="000D2025" w:rsidRDefault="0085747A" w:rsidP="009C54AE">
      <w:pPr>
        <w:pStyle w:val="Podpunkty"/>
        <w:ind w:left="284"/>
        <w:rPr>
          <w:szCs w:val="22"/>
        </w:rPr>
      </w:pPr>
      <w:r w:rsidRPr="000D2025">
        <w:rPr>
          <w:szCs w:val="22"/>
        </w:rPr>
        <w:t>1.</w:t>
      </w:r>
      <w:r w:rsidR="00E22FBC" w:rsidRPr="000D2025">
        <w:rPr>
          <w:szCs w:val="22"/>
        </w:rPr>
        <w:t>1</w:t>
      </w:r>
      <w:r w:rsidRPr="000D2025">
        <w:rPr>
          <w:szCs w:val="22"/>
        </w:rPr>
        <w:t xml:space="preserve">.Formy zajęć dydaktycznych, wymiar godzin i punktów ECTS </w:t>
      </w:r>
    </w:p>
    <w:p w14:paraId="3DA19F29" w14:textId="77777777" w:rsidR="00923D7D" w:rsidRPr="000D2025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0D2025" w14:paraId="004BC6D2" w14:textId="77777777" w:rsidTr="000D202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B897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Semestr</w:t>
            </w:r>
          </w:p>
          <w:p w14:paraId="18AD6AC0" w14:textId="77777777" w:rsidR="00015B8F" w:rsidRPr="000D2025" w:rsidRDefault="002B5EA0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(</w:t>
            </w:r>
            <w:r w:rsidR="00363F78" w:rsidRPr="000D2025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FED2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0D2025">
              <w:rPr>
                <w:sz w:val="22"/>
              </w:rPr>
              <w:t>Wykł</w:t>
            </w:r>
            <w:proofErr w:type="spellEnd"/>
            <w:r w:rsidRPr="000D2025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AB89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7A2A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0D2025">
              <w:rPr>
                <w:sz w:val="22"/>
              </w:rPr>
              <w:t>Konw</w:t>
            </w:r>
            <w:proofErr w:type="spellEnd"/>
            <w:r w:rsidRPr="000D2025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7D78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20C3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0D2025">
              <w:rPr>
                <w:sz w:val="22"/>
              </w:rPr>
              <w:t>Sem</w:t>
            </w:r>
            <w:proofErr w:type="spellEnd"/>
            <w:r w:rsidRPr="000D2025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AD36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B853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0D2025">
              <w:rPr>
                <w:sz w:val="22"/>
              </w:rPr>
              <w:t>Prakt</w:t>
            </w:r>
            <w:proofErr w:type="spellEnd"/>
            <w:r w:rsidRPr="000D2025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1B7A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0D2025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CA32" w14:textId="77777777" w:rsidR="00015B8F" w:rsidRPr="000D2025" w:rsidRDefault="00015B8F" w:rsidP="000D2025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0D2025">
              <w:rPr>
                <w:b/>
                <w:sz w:val="22"/>
              </w:rPr>
              <w:t>Liczba pkt</w:t>
            </w:r>
            <w:r w:rsidR="00B90885" w:rsidRPr="000D2025">
              <w:rPr>
                <w:b/>
                <w:sz w:val="22"/>
              </w:rPr>
              <w:t>.</w:t>
            </w:r>
            <w:r w:rsidRPr="000D2025">
              <w:rPr>
                <w:b/>
                <w:sz w:val="22"/>
              </w:rPr>
              <w:t xml:space="preserve"> ECTS</w:t>
            </w:r>
          </w:p>
        </w:tc>
      </w:tr>
      <w:tr w:rsidR="00015B8F" w:rsidRPr="000D2025" w14:paraId="47A9A75F" w14:textId="77777777" w:rsidTr="000D20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13EB" w14:textId="77777777" w:rsidR="00015B8F" w:rsidRPr="000D2025" w:rsidRDefault="007D301A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0FF6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46AF" w14:textId="77777777" w:rsidR="00015B8F" w:rsidRPr="000D2025" w:rsidRDefault="007D301A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53DC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DFCE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ED94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1778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7FBC2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1EE9" w14:textId="77777777" w:rsidR="00015B8F" w:rsidRPr="000D2025" w:rsidRDefault="00015B8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BDE3" w14:textId="77777777" w:rsidR="00015B8F" w:rsidRPr="000D2025" w:rsidRDefault="007D301A" w:rsidP="000D202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0D2025">
              <w:rPr>
                <w:b/>
                <w:sz w:val="22"/>
                <w:szCs w:val="22"/>
              </w:rPr>
              <w:t>4</w:t>
            </w:r>
          </w:p>
        </w:tc>
      </w:tr>
      <w:tr w:rsidR="0030395F" w:rsidRPr="000D2025" w14:paraId="6CBBE89F" w14:textId="77777777" w:rsidTr="000D202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D5BB" w14:textId="77777777" w:rsidR="0030395F" w:rsidRPr="000D2025" w:rsidRDefault="007D301A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831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50CC" w14:textId="77777777" w:rsidR="0030395F" w:rsidRPr="000D2025" w:rsidRDefault="007D301A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8982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338B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23E0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340C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8AF3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56E9" w14:textId="77777777" w:rsidR="0030395F" w:rsidRPr="000D2025" w:rsidRDefault="0030395F" w:rsidP="000D202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D8D2" w14:textId="77777777" w:rsidR="0030395F" w:rsidRPr="000D2025" w:rsidRDefault="007D301A" w:rsidP="000D202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0D2025">
              <w:rPr>
                <w:b/>
                <w:sz w:val="22"/>
                <w:szCs w:val="22"/>
              </w:rPr>
              <w:t>3</w:t>
            </w:r>
          </w:p>
        </w:tc>
      </w:tr>
    </w:tbl>
    <w:p w14:paraId="7FD81105" w14:textId="77777777" w:rsidR="00923D7D" w:rsidRPr="000D2025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1F11F75C" w14:textId="77777777" w:rsidR="00923D7D" w:rsidRPr="000D2025" w:rsidRDefault="00923D7D" w:rsidP="009C54AE">
      <w:pPr>
        <w:pStyle w:val="Podpunkty"/>
        <w:rPr>
          <w:b w:val="0"/>
          <w:szCs w:val="22"/>
          <w:lang w:eastAsia="en-US"/>
        </w:rPr>
      </w:pPr>
    </w:p>
    <w:p w14:paraId="0F4B58B8" w14:textId="77777777" w:rsidR="0085747A" w:rsidRPr="000D202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0D2025">
        <w:rPr>
          <w:smallCaps w:val="0"/>
          <w:sz w:val="22"/>
        </w:rPr>
        <w:t>1.</w:t>
      </w:r>
      <w:r w:rsidR="00E22FBC" w:rsidRPr="000D2025">
        <w:rPr>
          <w:smallCaps w:val="0"/>
          <w:sz w:val="22"/>
        </w:rPr>
        <w:t>2</w:t>
      </w:r>
      <w:r w:rsidR="00F83B28" w:rsidRPr="000D2025">
        <w:rPr>
          <w:smallCaps w:val="0"/>
          <w:sz w:val="22"/>
        </w:rPr>
        <w:t>.</w:t>
      </w:r>
      <w:r w:rsidR="00F83B28" w:rsidRPr="000D2025">
        <w:rPr>
          <w:smallCaps w:val="0"/>
          <w:sz w:val="22"/>
        </w:rPr>
        <w:tab/>
      </w:r>
      <w:r w:rsidRPr="000D2025">
        <w:rPr>
          <w:smallCaps w:val="0"/>
          <w:sz w:val="22"/>
        </w:rPr>
        <w:t xml:space="preserve">Sposób realizacji zajęć  </w:t>
      </w:r>
    </w:p>
    <w:p w14:paraId="519B143A" w14:textId="77777777" w:rsidR="000D2025" w:rsidRDefault="000D2025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14:paraId="58974B95" w14:textId="3FEBC875" w:rsidR="0085747A" w:rsidRPr="000D2025" w:rsidRDefault="000D2025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0D2025">
        <w:rPr>
          <w:rFonts w:eastAsia="MS Gothic"/>
          <w:b w:val="0"/>
          <w:sz w:val="22"/>
          <w:u w:val="single"/>
        </w:rPr>
        <w:t xml:space="preserve">x </w:t>
      </w:r>
      <w:r>
        <w:rPr>
          <w:rFonts w:ascii="Segoe UI Symbol" w:eastAsia="MS Gothic" w:hAnsi="Segoe UI Symbol" w:cs="Segoe UI Symbol"/>
          <w:b w:val="0"/>
          <w:sz w:val="22"/>
          <w:u w:val="single"/>
        </w:rPr>
        <w:t xml:space="preserve"> </w:t>
      </w:r>
      <w:r w:rsidR="0085747A" w:rsidRPr="000D2025">
        <w:rPr>
          <w:b w:val="0"/>
          <w:smallCaps w:val="0"/>
          <w:sz w:val="22"/>
          <w:u w:val="single"/>
        </w:rPr>
        <w:t xml:space="preserve">zajęcia w formie tradycyjnej </w:t>
      </w:r>
    </w:p>
    <w:p w14:paraId="3F3B6A92" w14:textId="77777777" w:rsidR="0085747A" w:rsidRPr="000D2025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0D2025">
        <w:rPr>
          <w:rFonts w:ascii="Segoe UI Symbol" w:eastAsia="MS Gothic" w:hAnsi="Segoe UI Symbol" w:cs="Segoe UI Symbol"/>
          <w:b w:val="0"/>
          <w:sz w:val="22"/>
        </w:rPr>
        <w:t>☐</w:t>
      </w:r>
      <w:r w:rsidRPr="000D2025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5743BE7" w14:textId="77777777" w:rsidR="0085747A" w:rsidRPr="000D2025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372AF718" w14:textId="042B4431" w:rsidR="00E22FBC" w:rsidRPr="000D20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0D2025">
        <w:rPr>
          <w:smallCaps w:val="0"/>
          <w:sz w:val="22"/>
        </w:rPr>
        <w:t xml:space="preserve">1.3 </w:t>
      </w:r>
      <w:r w:rsidR="00F83B28" w:rsidRPr="000D2025">
        <w:rPr>
          <w:smallCaps w:val="0"/>
          <w:sz w:val="22"/>
        </w:rPr>
        <w:tab/>
      </w:r>
      <w:r w:rsidRPr="000D2025">
        <w:rPr>
          <w:smallCaps w:val="0"/>
          <w:sz w:val="22"/>
        </w:rPr>
        <w:t>For</w:t>
      </w:r>
      <w:r w:rsidR="00445970" w:rsidRPr="000D2025">
        <w:rPr>
          <w:smallCaps w:val="0"/>
          <w:sz w:val="22"/>
        </w:rPr>
        <w:t xml:space="preserve">ma zaliczenia </w:t>
      </w:r>
      <w:r w:rsidR="009373F4" w:rsidRPr="000D2025">
        <w:rPr>
          <w:smallCaps w:val="0"/>
          <w:sz w:val="22"/>
        </w:rPr>
        <w:t>przedmiotu (</w:t>
      </w:r>
      <w:r w:rsidRPr="000D2025">
        <w:rPr>
          <w:smallCaps w:val="0"/>
          <w:sz w:val="22"/>
        </w:rPr>
        <w:t xml:space="preserve">z toku) </w:t>
      </w:r>
      <w:r w:rsidRPr="000D2025">
        <w:rPr>
          <w:b w:val="0"/>
          <w:smallCaps w:val="0"/>
          <w:sz w:val="22"/>
        </w:rPr>
        <w:t>(egzamin, zaliczenie z oceną, zaliczenie bez oceny)</w:t>
      </w:r>
    </w:p>
    <w:p w14:paraId="6F55A7B8" w14:textId="77777777" w:rsidR="000D2025" w:rsidRDefault="000D2025" w:rsidP="009C54AE">
      <w:pPr>
        <w:pStyle w:val="Punktygwne"/>
        <w:spacing w:before="0" w:after="0"/>
        <w:rPr>
          <w:b w:val="0"/>
          <w:sz w:val="22"/>
        </w:rPr>
      </w:pPr>
    </w:p>
    <w:p w14:paraId="065615F6" w14:textId="5375F570" w:rsidR="009C54AE" w:rsidRPr="000D2025" w:rsidRDefault="007D301A" w:rsidP="000D2025">
      <w:pPr>
        <w:pStyle w:val="Punktygwne"/>
        <w:spacing w:before="0" w:after="0"/>
        <w:ind w:firstLine="708"/>
        <w:rPr>
          <w:b w:val="0"/>
          <w:sz w:val="22"/>
        </w:rPr>
      </w:pPr>
      <w:r w:rsidRPr="000D2025">
        <w:rPr>
          <w:b w:val="0"/>
          <w:sz w:val="22"/>
        </w:rPr>
        <w:t>praca projektowa</w:t>
      </w:r>
    </w:p>
    <w:p w14:paraId="2F95215C" w14:textId="77777777" w:rsidR="00E960BB" w:rsidRPr="000D2025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072D9999" w14:textId="44103C79" w:rsidR="00E960BB" w:rsidRDefault="0085747A" w:rsidP="009C54AE">
      <w:pPr>
        <w:pStyle w:val="Punktygwne"/>
        <w:spacing w:before="0" w:after="0"/>
        <w:rPr>
          <w:sz w:val="22"/>
        </w:rPr>
      </w:pPr>
      <w:r w:rsidRPr="000D2025">
        <w:rPr>
          <w:sz w:val="22"/>
        </w:rPr>
        <w:t xml:space="preserve">2.Wymagania wstępne </w:t>
      </w:r>
    </w:p>
    <w:p w14:paraId="3DECC6E6" w14:textId="77777777" w:rsidR="000D2025" w:rsidRPr="000D2025" w:rsidRDefault="000D2025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D2025" w14:paraId="34F6D2DD" w14:textId="77777777" w:rsidTr="00745302">
        <w:tc>
          <w:tcPr>
            <w:tcW w:w="9670" w:type="dxa"/>
          </w:tcPr>
          <w:p w14:paraId="327B0836" w14:textId="3F973055" w:rsidR="0085747A" w:rsidRPr="000D2025" w:rsidRDefault="00C3428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0D2025">
              <w:rPr>
                <w:b w:val="0"/>
                <w:smallCaps w:val="0"/>
                <w:color w:val="000000"/>
                <w:sz w:val="22"/>
              </w:rPr>
              <w:t>Znajomość zagadnień z socjologii, wprowadzenia do pedagogiki, wprowadzenia do psychologii, psychologii rozwojowej, pedagogiki rodziny.</w:t>
            </w:r>
          </w:p>
        </w:tc>
      </w:tr>
    </w:tbl>
    <w:p w14:paraId="7C043A8E" w14:textId="77777777" w:rsidR="00153C41" w:rsidRPr="000D2025" w:rsidRDefault="00153C41" w:rsidP="009C54AE">
      <w:pPr>
        <w:pStyle w:val="Punktygwne"/>
        <w:spacing w:before="0" w:after="0"/>
        <w:rPr>
          <w:sz w:val="22"/>
        </w:rPr>
      </w:pPr>
    </w:p>
    <w:p w14:paraId="4947445C" w14:textId="2626115C" w:rsidR="0085747A" w:rsidRPr="000D2025" w:rsidRDefault="000D2025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0D2025">
        <w:rPr>
          <w:sz w:val="22"/>
        </w:rPr>
        <w:lastRenderedPageBreak/>
        <w:t>3.</w:t>
      </w:r>
      <w:r w:rsidR="0085747A" w:rsidRPr="000D2025">
        <w:rPr>
          <w:sz w:val="22"/>
        </w:rPr>
        <w:t xml:space="preserve"> </w:t>
      </w:r>
      <w:r w:rsidR="00A84C85" w:rsidRPr="000D2025">
        <w:rPr>
          <w:sz w:val="22"/>
        </w:rPr>
        <w:t xml:space="preserve">cele, efekty uczenia </w:t>
      </w:r>
      <w:r w:rsidR="009373F4" w:rsidRPr="000D2025">
        <w:rPr>
          <w:sz w:val="22"/>
        </w:rPr>
        <w:t>SIĘ,</w:t>
      </w:r>
      <w:r w:rsidR="0085747A" w:rsidRPr="000D2025">
        <w:rPr>
          <w:sz w:val="22"/>
        </w:rPr>
        <w:t xml:space="preserve"> treści Programowe i stosowane metody Dydaktyczne</w:t>
      </w:r>
    </w:p>
    <w:p w14:paraId="4E16511E" w14:textId="77777777" w:rsidR="0085747A" w:rsidRPr="000D2025" w:rsidRDefault="0085747A" w:rsidP="009C54AE">
      <w:pPr>
        <w:pStyle w:val="Punktygwne"/>
        <w:spacing w:before="0" w:after="0"/>
        <w:rPr>
          <w:sz w:val="22"/>
        </w:rPr>
      </w:pPr>
    </w:p>
    <w:p w14:paraId="48950633" w14:textId="77777777" w:rsidR="009373F4" w:rsidRPr="000D2025" w:rsidRDefault="009373F4" w:rsidP="009373F4">
      <w:pPr>
        <w:pStyle w:val="Podpunkty"/>
        <w:rPr>
          <w:szCs w:val="22"/>
        </w:rPr>
      </w:pPr>
      <w:r w:rsidRPr="000D2025">
        <w:rPr>
          <w:szCs w:val="22"/>
        </w:rPr>
        <w:t>1 Cele przedmiotu</w:t>
      </w:r>
    </w:p>
    <w:p w14:paraId="181B9D3C" w14:textId="77777777" w:rsidR="009373F4" w:rsidRPr="000D2025" w:rsidRDefault="009373F4" w:rsidP="009373F4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373F4" w:rsidRPr="000D2025" w14:paraId="4CA3C08D" w14:textId="77777777" w:rsidTr="004F12E7">
        <w:tc>
          <w:tcPr>
            <w:tcW w:w="845" w:type="dxa"/>
            <w:vAlign w:val="center"/>
          </w:tcPr>
          <w:p w14:paraId="766BBDF1" w14:textId="77777777" w:rsidR="009373F4" w:rsidRPr="000D2025" w:rsidRDefault="009373F4" w:rsidP="004F12E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E62BAC4" w14:textId="77777777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 xml:space="preserve">Poszerzenie wiedzy studentów o rodzajach prowadzonych badań </w:t>
            </w:r>
          </w:p>
        </w:tc>
      </w:tr>
      <w:tr w:rsidR="009373F4" w:rsidRPr="000D2025" w14:paraId="5C55EE6D" w14:textId="77777777" w:rsidTr="004F12E7">
        <w:tc>
          <w:tcPr>
            <w:tcW w:w="845" w:type="dxa"/>
            <w:vAlign w:val="center"/>
          </w:tcPr>
          <w:p w14:paraId="411EC8C6" w14:textId="77777777" w:rsidR="009373F4" w:rsidRPr="000D2025" w:rsidRDefault="009373F4" w:rsidP="004F12E7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0D2025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55092ED1" w14:textId="77777777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Doskonalenie umiejętności w zakresie przygotowania koncepcji projektu badawczego, jak też jego realizacji</w:t>
            </w:r>
          </w:p>
        </w:tc>
      </w:tr>
      <w:tr w:rsidR="009373F4" w:rsidRPr="000D2025" w14:paraId="2E28B6B2" w14:textId="77777777" w:rsidTr="004F12E7">
        <w:tc>
          <w:tcPr>
            <w:tcW w:w="845" w:type="dxa"/>
            <w:vAlign w:val="center"/>
          </w:tcPr>
          <w:p w14:paraId="67A8B804" w14:textId="77777777" w:rsidR="009373F4" w:rsidRPr="000D2025" w:rsidRDefault="009373F4" w:rsidP="004F12E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4EA86B49" w14:textId="77777777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9373F4" w:rsidRPr="000D2025" w14:paraId="332C2E91" w14:textId="77777777" w:rsidTr="004F12E7">
        <w:tc>
          <w:tcPr>
            <w:tcW w:w="845" w:type="dxa"/>
            <w:vAlign w:val="center"/>
          </w:tcPr>
          <w:p w14:paraId="6AF5A912" w14:textId="77777777" w:rsidR="009373F4" w:rsidRPr="000D2025" w:rsidRDefault="009373F4" w:rsidP="004F12E7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14:paraId="6D6412A5" w14:textId="77777777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Zdobycie przez studentów pogłębionej wiedzy o sposobach prowadzenia badań naukowych nad rodziną</w:t>
            </w:r>
          </w:p>
        </w:tc>
      </w:tr>
    </w:tbl>
    <w:p w14:paraId="4103366F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334C1E49" w14:textId="1D74C027" w:rsidR="009373F4" w:rsidRDefault="009373F4" w:rsidP="009373F4">
      <w:pPr>
        <w:spacing w:after="0" w:line="240" w:lineRule="auto"/>
        <w:ind w:left="426"/>
        <w:rPr>
          <w:rFonts w:ascii="Times New Roman" w:hAnsi="Times New Roman"/>
        </w:rPr>
      </w:pPr>
      <w:r w:rsidRPr="000D2025">
        <w:rPr>
          <w:rFonts w:ascii="Times New Roman" w:hAnsi="Times New Roman"/>
          <w:b/>
        </w:rPr>
        <w:t>3.2 Efekty uczenia się dla przedmiotu</w:t>
      </w:r>
      <w:r w:rsidRPr="000D2025">
        <w:rPr>
          <w:rFonts w:ascii="Times New Roman" w:hAnsi="Times New Roman"/>
        </w:rPr>
        <w:t xml:space="preserve"> </w:t>
      </w:r>
    </w:p>
    <w:p w14:paraId="22FC67D2" w14:textId="77777777" w:rsidR="000D2025" w:rsidRPr="000D2025" w:rsidRDefault="000D2025" w:rsidP="009373F4">
      <w:pPr>
        <w:spacing w:after="0" w:line="240" w:lineRule="auto"/>
        <w:ind w:left="426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373F4" w:rsidRPr="000D2025" w14:paraId="56CAD648" w14:textId="77777777" w:rsidTr="004F12E7">
        <w:tc>
          <w:tcPr>
            <w:tcW w:w="1681" w:type="dxa"/>
            <w:vAlign w:val="center"/>
          </w:tcPr>
          <w:p w14:paraId="0A32A7D2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smallCaps w:val="0"/>
                <w:sz w:val="22"/>
              </w:rPr>
              <w:t>EK</w:t>
            </w:r>
            <w:r w:rsidRPr="000D2025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45CD9D6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91DC994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0D202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9373F4" w:rsidRPr="000D2025" w14:paraId="518A07B8" w14:textId="77777777" w:rsidTr="004F12E7">
        <w:tc>
          <w:tcPr>
            <w:tcW w:w="1681" w:type="dxa"/>
          </w:tcPr>
          <w:p w14:paraId="3E8B65BE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z w:val="22"/>
              </w:rPr>
              <w:t>EK</w:t>
            </w:r>
            <w:r w:rsidRPr="000D2025">
              <w:rPr>
                <w:b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04CAFED9" w14:textId="324B4951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Student dokona charakterystyki podstawowych pojęć z zakresu problematyki realizowanego projektu specjalistycznego i</w:t>
            </w:r>
            <w:r w:rsidR="000D2025">
              <w:rPr>
                <w:b w:val="0"/>
                <w:szCs w:val="22"/>
              </w:rPr>
              <w:t> </w:t>
            </w:r>
            <w:r w:rsidRPr="000D2025">
              <w:rPr>
                <w:b w:val="0"/>
                <w:szCs w:val="22"/>
              </w:rPr>
              <w:t>przedstawia ich metodologiczne konteksty.</w:t>
            </w:r>
          </w:p>
        </w:tc>
        <w:tc>
          <w:tcPr>
            <w:tcW w:w="1865" w:type="dxa"/>
          </w:tcPr>
          <w:p w14:paraId="7A9F6F9E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0D2025">
              <w:rPr>
                <w:b w:val="0"/>
                <w:bCs/>
                <w:sz w:val="22"/>
              </w:rPr>
              <w:t>K_W02, K_W06 K_W09,</w:t>
            </w:r>
          </w:p>
        </w:tc>
      </w:tr>
      <w:tr w:rsidR="009373F4" w:rsidRPr="000D2025" w14:paraId="04C54EE3" w14:textId="77777777" w:rsidTr="004F12E7">
        <w:tc>
          <w:tcPr>
            <w:tcW w:w="1681" w:type="dxa"/>
          </w:tcPr>
          <w:p w14:paraId="3756F97B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1EADC325" w14:textId="0CC010CE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 xml:space="preserve">Student samodzielnie </w:t>
            </w:r>
            <w:r w:rsidR="00C3428A" w:rsidRPr="000D2025">
              <w:rPr>
                <w:b w:val="0"/>
                <w:szCs w:val="22"/>
              </w:rPr>
              <w:t>za</w:t>
            </w:r>
            <w:r w:rsidRPr="000D2025">
              <w:rPr>
                <w:b w:val="0"/>
                <w:szCs w:val="22"/>
              </w:rPr>
              <w:t xml:space="preserve">planuje i </w:t>
            </w:r>
            <w:r w:rsidR="00C3428A" w:rsidRPr="000D2025">
              <w:rPr>
                <w:b w:val="0"/>
                <w:szCs w:val="22"/>
              </w:rPr>
              <w:t>z</w:t>
            </w:r>
            <w:r w:rsidRPr="000D2025">
              <w:rPr>
                <w:b w:val="0"/>
                <w:szCs w:val="22"/>
              </w:rPr>
              <w:t xml:space="preserve">realizuje projekt badań diagnostycznych, którego tematyka dotyczy rodziny w kontekście pracy asystenta rodziny </w:t>
            </w:r>
          </w:p>
        </w:tc>
        <w:tc>
          <w:tcPr>
            <w:tcW w:w="1865" w:type="dxa"/>
          </w:tcPr>
          <w:p w14:paraId="0B2425A8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0D2025">
              <w:rPr>
                <w:b w:val="0"/>
                <w:bCs/>
                <w:sz w:val="22"/>
              </w:rPr>
              <w:t xml:space="preserve">K_U02, K_U03, </w:t>
            </w:r>
          </w:p>
        </w:tc>
      </w:tr>
      <w:tr w:rsidR="009373F4" w:rsidRPr="000D2025" w14:paraId="2279B5EB" w14:textId="77777777" w:rsidTr="004F12E7">
        <w:tc>
          <w:tcPr>
            <w:tcW w:w="1681" w:type="dxa"/>
          </w:tcPr>
          <w:p w14:paraId="20701E6D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084C0BC6" w14:textId="0F3D5961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Student przeprowadz</w:t>
            </w:r>
            <w:r w:rsidR="00C3428A" w:rsidRPr="000D2025">
              <w:rPr>
                <w:b w:val="0"/>
                <w:szCs w:val="22"/>
              </w:rPr>
              <w:t>i</w:t>
            </w:r>
            <w:r w:rsidRPr="000D2025">
              <w:rPr>
                <w:b w:val="0"/>
                <w:szCs w:val="22"/>
              </w:rPr>
              <w:t xml:space="preserve"> badania prowadzące do opracowania diagnozy rodziny znajdującej się w różnych sytuacjach życiowych </w:t>
            </w:r>
          </w:p>
        </w:tc>
        <w:tc>
          <w:tcPr>
            <w:tcW w:w="1865" w:type="dxa"/>
          </w:tcPr>
          <w:p w14:paraId="686C6C0A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0D2025">
              <w:rPr>
                <w:b w:val="0"/>
                <w:bCs/>
                <w:sz w:val="22"/>
              </w:rPr>
              <w:t>K_U05, K_U12</w:t>
            </w:r>
          </w:p>
        </w:tc>
      </w:tr>
      <w:tr w:rsidR="009373F4" w:rsidRPr="000D2025" w14:paraId="2A674C42" w14:textId="77777777" w:rsidTr="004F12E7">
        <w:tc>
          <w:tcPr>
            <w:tcW w:w="1681" w:type="dxa"/>
          </w:tcPr>
          <w:p w14:paraId="3244BCA2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1205588A" w14:textId="2E19C626" w:rsidR="009373F4" w:rsidRPr="000D2025" w:rsidRDefault="009373F4" w:rsidP="000D2025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D2025">
              <w:rPr>
                <w:b w:val="0"/>
                <w:szCs w:val="22"/>
              </w:rPr>
              <w:t>Student dokon</w:t>
            </w:r>
            <w:r w:rsidR="00C3428A" w:rsidRPr="000D2025">
              <w:rPr>
                <w:b w:val="0"/>
                <w:szCs w:val="22"/>
              </w:rPr>
              <w:t>a</w:t>
            </w:r>
            <w:r w:rsidRPr="000D2025">
              <w:rPr>
                <w:b w:val="0"/>
                <w:szCs w:val="22"/>
              </w:rPr>
              <w:t xml:space="preserve"> krytycznej oceny podejmowanych działań z</w:t>
            </w:r>
            <w:r w:rsidR="000D2025">
              <w:rPr>
                <w:b w:val="0"/>
                <w:szCs w:val="22"/>
              </w:rPr>
              <w:t> </w:t>
            </w:r>
            <w:r w:rsidRPr="000D2025">
              <w:rPr>
                <w:b w:val="0"/>
                <w:szCs w:val="22"/>
              </w:rPr>
              <w:t>zakresu projektu specjalistycznego</w:t>
            </w:r>
          </w:p>
        </w:tc>
        <w:tc>
          <w:tcPr>
            <w:tcW w:w="1865" w:type="dxa"/>
          </w:tcPr>
          <w:p w14:paraId="722256C2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0D2025">
              <w:rPr>
                <w:b w:val="0"/>
                <w:bCs/>
                <w:sz w:val="22"/>
              </w:rPr>
              <w:t>K_K01</w:t>
            </w:r>
          </w:p>
        </w:tc>
      </w:tr>
    </w:tbl>
    <w:p w14:paraId="57E55C83" w14:textId="77777777" w:rsidR="009373F4" w:rsidRPr="000D2025" w:rsidRDefault="009373F4" w:rsidP="009373F4">
      <w:pPr>
        <w:pStyle w:val="Punktygwne"/>
        <w:spacing w:before="0" w:after="0"/>
        <w:rPr>
          <w:b w:val="0"/>
          <w:sz w:val="22"/>
        </w:rPr>
      </w:pPr>
    </w:p>
    <w:p w14:paraId="151AF3F2" w14:textId="77777777" w:rsidR="009373F4" w:rsidRPr="000D2025" w:rsidRDefault="009373F4" w:rsidP="009373F4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0D2025">
        <w:rPr>
          <w:rFonts w:ascii="Times New Roman" w:hAnsi="Times New Roman"/>
          <w:b/>
        </w:rPr>
        <w:t xml:space="preserve">3.3 Treści programowe </w:t>
      </w:r>
      <w:r w:rsidRPr="000D2025">
        <w:rPr>
          <w:rFonts w:ascii="Times New Roman" w:hAnsi="Times New Roman"/>
        </w:rPr>
        <w:t xml:space="preserve">  </w:t>
      </w:r>
    </w:p>
    <w:p w14:paraId="460D4309" w14:textId="77777777" w:rsidR="009373F4" w:rsidRPr="000D2025" w:rsidRDefault="009373F4" w:rsidP="009373F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0D2025">
        <w:rPr>
          <w:rFonts w:ascii="Times New Roman" w:hAnsi="Times New Roman"/>
        </w:rPr>
        <w:t xml:space="preserve">Problematyka wykładu </w:t>
      </w:r>
    </w:p>
    <w:p w14:paraId="05D18BFC" w14:textId="77777777" w:rsidR="009373F4" w:rsidRPr="000D2025" w:rsidRDefault="009373F4" w:rsidP="009373F4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3F4" w:rsidRPr="000D2025" w14:paraId="7615001F" w14:textId="77777777" w:rsidTr="000D2025">
        <w:tc>
          <w:tcPr>
            <w:tcW w:w="9520" w:type="dxa"/>
          </w:tcPr>
          <w:p w14:paraId="52F4029C" w14:textId="77777777" w:rsidR="009373F4" w:rsidRPr="000D2025" w:rsidRDefault="009373F4" w:rsidP="004F12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Treści merytoryczne</w:t>
            </w:r>
          </w:p>
        </w:tc>
      </w:tr>
      <w:tr w:rsidR="009373F4" w:rsidRPr="000D2025" w14:paraId="462C5BDB" w14:textId="77777777" w:rsidTr="000D2025">
        <w:tc>
          <w:tcPr>
            <w:tcW w:w="9520" w:type="dxa"/>
          </w:tcPr>
          <w:p w14:paraId="1EB2A338" w14:textId="77777777" w:rsidR="009373F4" w:rsidRPr="000D2025" w:rsidRDefault="009373F4" w:rsidP="004F12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------------------------------------------------------------------------------------</w:t>
            </w:r>
          </w:p>
        </w:tc>
      </w:tr>
    </w:tbl>
    <w:p w14:paraId="2ECCC976" w14:textId="77777777" w:rsidR="009373F4" w:rsidRPr="000D2025" w:rsidRDefault="009373F4" w:rsidP="009373F4">
      <w:pPr>
        <w:spacing w:after="0" w:line="240" w:lineRule="auto"/>
        <w:rPr>
          <w:rFonts w:ascii="Times New Roman" w:hAnsi="Times New Roman"/>
        </w:rPr>
      </w:pPr>
    </w:p>
    <w:p w14:paraId="015972BC" w14:textId="77777777" w:rsidR="009373F4" w:rsidRPr="000D2025" w:rsidRDefault="009373F4" w:rsidP="009373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0D2025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14:paraId="5F9358FB" w14:textId="77777777" w:rsidR="009373F4" w:rsidRPr="000D2025" w:rsidRDefault="009373F4" w:rsidP="009373F4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3F4" w:rsidRPr="000D2025" w14:paraId="7880AA9A" w14:textId="77777777" w:rsidTr="004F12E7">
        <w:tc>
          <w:tcPr>
            <w:tcW w:w="9520" w:type="dxa"/>
          </w:tcPr>
          <w:p w14:paraId="32C9885A" w14:textId="77777777" w:rsidR="009373F4" w:rsidRPr="000D2025" w:rsidRDefault="009373F4" w:rsidP="004F12E7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Treści merytoryczne</w:t>
            </w:r>
          </w:p>
        </w:tc>
      </w:tr>
      <w:tr w:rsidR="009373F4" w:rsidRPr="000D2025" w14:paraId="3FA24486" w14:textId="77777777" w:rsidTr="004F12E7">
        <w:tc>
          <w:tcPr>
            <w:tcW w:w="9520" w:type="dxa"/>
          </w:tcPr>
          <w:p w14:paraId="7B1DC1D7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Zajęcia organizacyjne - zapoznanie z treściami programowymi, literaturą przedmiotu, wymaganiami związanymi z uzyskaniem zaliczenia.</w:t>
            </w:r>
          </w:p>
        </w:tc>
      </w:tr>
      <w:tr w:rsidR="009373F4" w:rsidRPr="000D2025" w14:paraId="589C1343" w14:textId="77777777" w:rsidTr="004F12E7">
        <w:tc>
          <w:tcPr>
            <w:tcW w:w="9520" w:type="dxa"/>
          </w:tcPr>
          <w:p w14:paraId="4F2BA66A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Podstawowe rodzaje badań naukowych – znaczenie badań ilościowych i jakościowych, rola badań historycznych i porównawczych, teoretyczno-praktycznych, jak też badań z pogranicza nauk, triangulacja badań, w procesie poznawania rodziny i jej funkcjonowania.</w:t>
            </w:r>
          </w:p>
        </w:tc>
      </w:tr>
      <w:tr w:rsidR="009373F4" w:rsidRPr="000D2025" w14:paraId="541E9ABE" w14:textId="77777777" w:rsidTr="004F12E7">
        <w:tc>
          <w:tcPr>
            <w:tcW w:w="9520" w:type="dxa"/>
          </w:tcPr>
          <w:p w14:paraId="769BDA9C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Przegląd badań poświęconych rodzinie – wybrane zagadnienia.</w:t>
            </w:r>
          </w:p>
        </w:tc>
      </w:tr>
      <w:tr w:rsidR="009373F4" w:rsidRPr="000D2025" w14:paraId="2446AD45" w14:textId="77777777" w:rsidTr="004F12E7">
        <w:tc>
          <w:tcPr>
            <w:tcW w:w="9520" w:type="dxa"/>
          </w:tcPr>
          <w:p w14:paraId="35233F78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9373F4" w:rsidRPr="000D2025" w14:paraId="1E5AAD52" w14:textId="77777777" w:rsidTr="004F12E7">
        <w:tc>
          <w:tcPr>
            <w:tcW w:w="9520" w:type="dxa"/>
          </w:tcPr>
          <w:p w14:paraId="4671FF44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Etapy postępowania badawczego - cele i przedmiot badań własnych, formułowanie 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9373F4" w:rsidRPr="000D2025" w14:paraId="04083058" w14:textId="77777777" w:rsidTr="004F12E7">
        <w:tc>
          <w:tcPr>
            <w:tcW w:w="9520" w:type="dxa"/>
          </w:tcPr>
          <w:p w14:paraId="17B7DF8F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Określenie problematyki projektu, motywy wyboru problematyki badawczej</w:t>
            </w:r>
          </w:p>
        </w:tc>
      </w:tr>
      <w:tr w:rsidR="009373F4" w:rsidRPr="000D2025" w14:paraId="4F2C6412" w14:textId="77777777" w:rsidTr="004F12E7">
        <w:tc>
          <w:tcPr>
            <w:tcW w:w="9520" w:type="dxa"/>
          </w:tcPr>
          <w:p w14:paraId="493346B5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lastRenderedPageBreak/>
              <w:t>Szczegółowa charakterystyka etapów własnego postępowania badawczego w realizowanym projekcie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badań).</w:t>
            </w:r>
          </w:p>
        </w:tc>
      </w:tr>
      <w:tr w:rsidR="009373F4" w:rsidRPr="000D2025" w14:paraId="4BA7AA5B" w14:textId="77777777" w:rsidTr="004F12E7">
        <w:tc>
          <w:tcPr>
            <w:tcW w:w="9520" w:type="dxa"/>
          </w:tcPr>
          <w:p w14:paraId="7507E9F7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Zasady opracowania materiałów badawczych – gromadzenie i porządkowanie zebranego materiału badawczego, sposoby prezentacji wyników badań.</w:t>
            </w:r>
          </w:p>
        </w:tc>
      </w:tr>
      <w:tr w:rsidR="009373F4" w:rsidRPr="000D2025" w14:paraId="68C13F30" w14:textId="77777777" w:rsidTr="004F12E7">
        <w:tc>
          <w:tcPr>
            <w:tcW w:w="9520" w:type="dxa"/>
          </w:tcPr>
          <w:p w14:paraId="7A3F482F" w14:textId="50500E7C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Opracowanie, analizowanie i interpretowanie wyników badań – analiza </w:t>
            </w:r>
            <w:proofErr w:type="spellStart"/>
            <w:r w:rsidRPr="000D2025">
              <w:rPr>
                <w:rFonts w:ascii="Times New Roman" w:hAnsi="Times New Roman"/>
              </w:rPr>
              <w:t>je</w:t>
            </w:r>
            <w:r w:rsidR="00C3428A" w:rsidRPr="000D2025">
              <w:rPr>
                <w:rFonts w:ascii="Times New Roman" w:hAnsi="Times New Roman"/>
              </w:rPr>
              <w:t>d</w:t>
            </w:r>
            <w:r w:rsidRPr="000D2025">
              <w:rPr>
                <w:rFonts w:ascii="Times New Roman" w:hAnsi="Times New Roman"/>
              </w:rPr>
              <w:t>nozmiennowa</w:t>
            </w:r>
            <w:proofErr w:type="spellEnd"/>
            <w:r w:rsidRPr="000D2025">
              <w:rPr>
                <w:rFonts w:ascii="Times New Roman" w:hAnsi="Times New Roman"/>
              </w:rPr>
              <w:t xml:space="preserve"> i </w:t>
            </w:r>
            <w:proofErr w:type="spellStart"/>
            <w:r w:rsidRPr="000D2025">
              <w:rPr>
                <w:rFonts w:ascii="Times New Roman" w:hAnsi="Times New Roman"/>
              </w:rPr>
              <w:t>dwuzmiennowa</w:t>
            </w:r>
            <w:proofErr w:type="spellEnd"/>
          </w:p>
        </w:tc>
      </w:tr>
      <w:tr w:rsidR="009373F4" w:rsidRPr="000D2025" w14:paraId="5B1BBEFA" w14:textId="77777777" w:rsidTr="004F12E7">
        <w:tc>
          <w:tcPr>
            <w:tcW w:w="9520" w:type="dxa"/>
          </w:tcPr>
          <w:p w14:paraId="58A2080D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Sposoby wnioskowania – wyjaśnianie zdarzeń. Sposoby formułowania wniosków i uogólnień w toku własnych badań projektowych </w:t>
            </w:r>
          </w:p>
        </w:tc>
      </w:tr>
      <w:tr w:rsidR="009373F4" w:rsidRPr="000D2025" w14:paraId="3A8F20BD" w14:textId="77777777" w:rsidTr="004F12E7">
        <w:tc>
          <w:tcPr>
            <w:tcW w:w="9520" w:type="dxa"/>
          </w:tcPr>
          <w:p w14:paraId="527A5802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Krytyczna analiza osiągniętych rezultatów, próba oceny wniosków i uogólnień. </w:t>
            </w:r>
          </w:p>
        </w:tc>
      </w:tr>
    </w:tbl>
    <w:p w14:paraId="1FE7CE99" w14:textId="77777777" w:rsidR="009373F4" w:rsidRPr="000D2025" w:rsidRDefault="009373F4" w:rsidP="009373F4">
      <w:pPr>
        <w:pStyle w:val="Punktygwne"/>
        <w:spacing w:before="0" w:after="0"/>
        <w:rPr>
          <w:b w:val="0"/>
          <w:sz w:val="22"/>
        </w:rPr>
      </w:pPr>
    </w:p>
    <w:p w14:paraId="1AED988E" w14:textId="77777777" w:rsidR="009373F4" w:rsidRPr="000D2025" w:rsidRDefault="009373F4" w:rsidP="009373F4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0D2025">
        <w:rPr>
          <w:smallCaps w:val="0"/>
          <w:sz w:val="22"/>
        </w:rPr>
        <w:t>3.4 Metody dydaktyczne</w:t>
      </w:r>
      <w:r w:rsidRPr="000D2025">
        <w:rPr>
          <w:b w:val="0"/>
          <w:smallCaps w:val="0"/>
          <w:sz w:val="22"/>
        </w:rPr>
        <w:t xml:space="preserve"> </w:t>
      </w:r>
    </w:p>
    <w:p w14:paraId="28023250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sz w:val="22"/>
        </w:rPr>
      </w:pPr>
      <w:r w:rsidRPr="000D2025">
        <w:rPr>
          <w:b w:val="0"/>
          <w:smallCaps w:val="0"/>
          <w:sz w:val="22"/>
        </w:rPr>
        <w:t>Ćwiczenia: analiza tekstów z dyskusją, praca w grupie, projekt badawczy, praktyczny</w:t>
      </w:r>
    </w:p>
    <w:p w14:paraId="7750FFC6" w14:textId="77777777" w:rsidR="009373F4" w:rsidRPr="000D2025" w:rsidRDefault="009373F4" w:rsidP="009373F4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9715187" w14:textId="77777777" w:rsidR="009373F4" w:rsidRPr="000D2025" w:rsidRDefault="009373F4" w:rsidP="009373F4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0D2025">
        <w:rPr>
          <w:smallCaps w:val="0"/>
          <w:sz w:val="22"/>
        </w:rPr>
        <w:t xml:space="preserve">4. METODY I KRYTERIA OCENY </w:t>
      </w:r>
    </w:p>
    <w:p w14:paraId="0B5198F7" w14:textId="77777777" w:rsidR="009373F4" w:rsidRPr="000D2025" w:rsidRDefault="009373F4" w:rsidP="009373F4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465E504" w14:textId="77777777" w:rsidR="009373F4" w:rsidRPr="000D2025" w:rsidRDefault="009373F4" w:rsidP="009373F4">
      <w:pPr>
        <w:pStyle w:val="Punktygwne"/>
        <w:spacing w:before="0" w:after="0"/>
        <w:ind w:left="426"/>
        <w:rPr>
          <w:smallCaps w:val="0"/>
          <w:sz w:val="22"/>
        </w:rPr>
      </w:pPr>
      <w:r w:rsidRPr="000D2025">
        <w:rPr>
          <w:smallCaps w:val="0"/>
          <w:sz w:val="22"/>
        </w:rPr>
        <w:t>4.1 Sposoby weryfikacji efektów uczenia się</w:t>
      </w:r>
    </w:p>
    <w:p w14:paraId="640FA783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373F4" w:rsidRPr="000D2025" w14:paraId="75BFA273" w14:textId="77777777" w:rsidTr="004F12E7">
        <w:tc>
          <w:tcPr>
            <w:tcW w:w="1962" w:type="dxa"/>
            <w:vAlign w:val="center"/>
          </w:tcPr>
          <w:p w14:paraId="479A3D5B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30B410" w14:textId="393872A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0D2025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E425B2" w:rsidRPr="000D2025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7E7881C8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17C9CB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5BA5767E" w14:textId="4593414A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(w, ćw</w:t>
            </w:r>
            <w:r w:rsidR="00E425B2">
              <w:rPr>
                <w:b w:val="0"/>
                <w:smallCaps w:val="0"/>
                <w:sz w:val="22"/>
              </w:rPr>
              <w:t>.</w:t>
            </w:r>
            <w:r w:rsidRPr="000D2025">
              <w:rPr>
                <w:b w:val="0"/>
                <w:smallCaps w:val="0"/>
                <w:sz w:val="22"/>
              </w:rPr>
              <w:t>, …)</w:t>
            </w:r>
          </w:p>
        </w:tc>
      </w:tr>
      <w:tr w:rsidR="009373F4" w:rsidRPr="000D2025" w14:paraId="20D2286B" w14:textId="77777777" w:rsidTr="004F12E7">
        <w:tc>
          <w:tcPr>
            <w:tcW w:w="1962" w:type="dxa"/>
          </w:tcPr>
          <w:p w14:paraId="53C81E72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441" w:type="dxa"/>
          </w:tcPr>
          <w:p w14:paraId="3F44E13E" w14:textId="77777777" w:rsidR="009373F4" w:rsidRPr="000D2025" w:rsidRDefault="009373F4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5081DB98" w14:textId="77777777" w:rsidR="009373F4" w:rsidRPr="000D2025" w:rsidRDefault="009373F4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ćwiczenia</w:t>
            </w:r>
          </w:p>
        </w:tc>
      </w:tr>
      <w:tr w:rsidR="009373F4" w:rsidRPr="000D2025" w14:paraId="4A8DC475" w14:textId="77777777" w:rsidTr="004F12E7">
        <w:tc>
          <w:tcPr>
            <w:tcW w:w="1962" w:type="dxa"/>
          </w:tcPr>
          <w:p w14:paraId="39654E50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7E7A2ACD" w14:textId="77777777" w:rsidR="009373F4" w:rsidRPr="000D2025" w:rsidRDefault="009373F4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2FC8EF36" w14:textId="77777777" w:rsidR="009373F4" w:rsidRPr="000D2025" w:rsidRDefault="009373F4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ćwiczenia</w:t>
            </w:r>
          </w:p>
        </w:tc>
      </w:tr>
      <w:tr w:rsidR="009373F4" w:rsidRPr="000D2025" w14:paraId="493CC538" w14:textId="77777777" w:rsidTr="004F12E7">
        <w:tc>
          <w:tcPr>
            <w:tcW w:w="1962" w:type="dxa"/>
          </w:tcPr>
          <w:p w14:paraId="3BB68E2D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65792DBC" w14:textId="77777777" w:rsidR="009373F4" w:rsidRPr="000D2025" w:rsidRDefault="009373F4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74DC79E2" w14:textId="77777777" w:rsidR="009373F4" w:rsidRPr="000D2025" w:rsidRDefault="009373F4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ćwiczenia</w:t>
            </w:r>
          </w:p>
        </w:tc>
      </w:tr>
      <w:tr w:rsidR="009373F4" w:rsidRPr="000D2025" w14:paraId="69EF5A48" w14:textId="77777777" w:rsidTr="004F12E7">
        <w:tc>
          <w:tcPr>
            <w:tcW w:w="1962" w:type="dxa"/>
          </w:tcPr>
          <w:p w14:paraId="3B66C166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7016278A" w14:textId="77777777" w:rsidR="009373F4" w:rsidRPr="000D2025" w:rsidRDefault="009373F4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1CF7CFE6" w14:textId="77777777" w:rsidR="009373F4" w:rsidRPr="000D2025" w:rsidRDefault="009373F4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ćwiczenia</w:t>
            </w:r>
          </w:p>
        </w:tc>
      </w:tr>
    </w:tbl>
    <w:p w14:paraId="1E67710C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sz w:val="22"/>
        </w:rPr>
      </w:pPr>
    </w:p>
    <w:p w14:paraId="01689AA0" w14:textId="77777777" w:rsidR="009373F4" w:rsidRPr="000D2025" w:rsidRDefault="009373F4" w:rsidP="009373F4">
      <w:pPr>
        <w:pStyle w:val="Punktygwne"/>
        <w:spacing w:before="0" w:after="0"/>
        <w:ind w:left="426"/>
        <w:rPr>
          <w:smallCaps w:val="0"/>
          <w:sz w:val="22"/>
        </w:rPr>
      </w:pPr>
      <w:r w:rsidRPr="000D2025">
        <w:rPr>
          <w:smallCaps w:val="0"/>
          <w:sz w:val="22"/>
        </w:rPr>
        <w:t xml:space="preserve">4.2 Warunki zaliczenia przedmiotu (kryteria oceniania) </w:t>
      </w:r>
    </w:p>
    <w:p w14:paraId="2500A79F" w14:textId="77777777" w:rsidR="009373F4" w:rsidRPr="000D2025" w:rsidRDefault="009373F4" w:rsidP="009373F4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373F4" w:rsidRPr="000D2025" w14:paraId="067ADC98" w14:textId="77777777" w:rsidTr="004F12E7">
        <w:tc>
          <w:tcPr>
            <w:tcW w:w="9670" w:type="dxa"/>
          </w:tcPr>
          <w:p w14:paraId="252B3AC8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z w:val="22"/>
              </w:rPr>
              <w:t xml:space="preserve">Warunkiem zaliczenia przedmiotu w semestrze 1 drugiego roku jest opracowanie koncepcji projektu, zaś w semestrze 2 drugiego roku jest przedłożenie wyników Badań Empirycznych i wniosków </w:t>
            </w:r>
          </w:p>
        </w:tc>
      </w:tr>
    </w:tbl>
    <w:p w14:paraId="3157A84B" w14:textId="77777777" w:rsidR="000D2025" w:rsidRDefault="000D2025" w:rsidP="009373F4">
      <w:pPr>
        <w:pStyle w:val="Bezodstpw"/>
        <w:ind w:left="284" w:hanging="284"/>
        <w:jc w:val="both"/>
        <w:rPr>
          <w:rFonts w:ascii="Times New Roman" w:hAnsi="Times New Roman"/>
          <w:b/>
        </w:rPr>
      </w:pPr>
    </w:p>
    <w:p w14:paraId="326D6B74" w14:textId="0AE00A55" w:rsidR="009373F4" w:rsidRPr="000D2025" w:rsidRDefault="009373F4" w:rsidP="009373F4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0D2025">
        <w:rPr>
          <w:rFonts w:ascii="Times New Roman" w:hAnsi="Times New Roman"/>
          <w:b/>
        </w:rPr>
        <w:t xml:space="preserve">5. </w:t>
      </w:r>
      <w:r w:rsidR="000D2025">
        <w:rPr>
          <w:rFonts w:ascii="Times New Roman" w:hAnsi="Times New Roman"/>
          <w:b/>
        </w:rPr>
        <w:tab/>
      </w:r>
      <w:r w:rsidRPr="000D202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2AC01420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373F4" w:rsidRPr="000D2025" w14:paraId="541C2FF3" w14:textId="77777777" w:rsidTr="004F12E7">
        <w:tc>
          <w:tcPr>
            <w:tcW w:w="4901" w:type="dxa"/>
            <w:vAlign w:val="center"/>
          </w:tcPr>
          <w:p w14:paraId="25D0DCB1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8AF31F4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9373F4" w:rsidRPr="000D2025" w14:paraId="30212192" w14:textId="77777777" w:rsidTr="004F12E7">
        <w:tc>
          <w:tcPr>
            <w:tcW w:w="4901" w:type="dxa"/>
          </w:tcPr>
          <w:p w14:paraId="58685864" w14:textId="7B62A56A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Godziny kontaktowe wynikające </w:t>
            </w:r>
            <w:r w:rsidR="000D2025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19" w:type="dxa"/>
          </w:tcPr>
          <w:p w14:paraId="3613C95F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>60</w:t>
            </w:r>
          </w:p>
        </w:tc>
      </w:tr>
      <w:tr w:rsidR="009373F4" w:rsidRPr="000D2025" w14:paraId="6BC2C3CD" w14:textId="77777777" w:rsidTr="004F12E7">
        <w:tc>
          <w:tcPr>
            <w:tcW w:w="4901" w:type="dxa"/>
          </w:tcPr>
          <w:p w14:paraId="0211B2A3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Inne z udziałem nauczyciela</w:t>
            </w:r>
          </w:p>
          <w:p w14:paraId="7BFECD76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19" w:type="dxa"/>
          </w:tcPr>
          <w:p w14:paraId="791D1530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5</w:t>
            </w:r>
          </w:p>
        </w:tc>
      </w:tr>
      <w:tr w:rsidR="009373F4" w:rsidRPr="000D2025" w14:paraId="54CE699F" w14:textId="77777777" w:rsidTr="004F12E7">
        <w:tc>
          <w:tcPr>
            <w:tcW w:w="4901" w:type="dxa"/>
          </w:tcPr>
          <w:p w14:paraId="29DE88EF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Godziny niekontaktowe – praca własna studenta</w:t>
            </w:r>
          </w:p>
          <w:p w14:paraId="5937FD3C" w14:textId="447FD715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(Praca w bibliotece, przeprowadzenie badań, opracowanie wyników badań – zestawienie danych w tabelach, wykresy, opracowanie wnio</w:t>
            </w:r>
            <w:r w:rsidR="00C3428A" w:rsidRPr="000D2025">
              <w:rPr>
                <w:rFonts w:ascii="Times New Roman" w:hAnsi="Times New Roman"/>
              </w:rPr>
              <w:t>s</w:t>
            </w:r>
            <w:r w:rsidRPr="000D2025">
              <w:rPr>
                <w:rFonts w:ascii="Times New Roman" w:hAnsi="Times New Roman"/>
              </w:rPr>
              <w:t>ków</w:t>
            </w:r>
            <w:r w:rsidR="00C3428A" w:rsidRPr="000D2025">
              <w:rPr>
                <w:rFonts w:ascii="Times New Roman" w:hAnsi="Times New Roman"/>
              </w:rPr>
              <w:t>, przygotowanie projektu</w:t>
            </w:r>
            <w:r w:rsidRPr="000D2025">
              <w:rPr>
                <w:rFonts w:ascii="Times New Roman" w:hAnsi="Times New Roman"/>
              </w:rPr>
              <w:t>)</w:t>
            </w:r>
          </w:p>
        </w:tc>
        <w:tc>
          <w:tcPr>
            <w:tcW w:w="4619" w:type="dxa"/>
          </w:tcPr>
          <w:p w14:paraId="53FABA6A" w14:textId="6EDB56AC" w:rsidR="009373F4" w:rsidRPr="000D2025" w:rsidRDefault="00896183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110</w:t>
            </w:r>
          </w:p>
        </w:tc>
      </w:tr>
      <w:tr w:rsidR="009373F4" w:rsidRPr="000D2025" w14:paraId="1B475526" w14:textId="77777777" w:rsidTr="004F12E7">
        <w:tc>
          <w:tcPr>
            <w:tcW w:w="4901" w:type="dxa"/>
          </w:tcPr>
          <w:p w14:paraId="0DB6CEEF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SUMA GODZIN</w:t>
            </w:r>
          </w:p>
        </w:tc>
        <w:tc>
          <w:tcPr>
            <w:tcW w:w="4619" w:type="dxa"/>
          </w:tcPr>
          <w:p w14:paraId="392D55F4" w14:textId="6D1E15BA" w:rsidR="009373F4" w:rsidRPr="000D2025" w:rsidRDefault="009373F4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1</w:t>
            </w:r>
            <w:r w:rsidR="00896183" w:rsidRPr="000D2025">
              <w:rPr>
                <w:rFonts w:ascii="Times New Roman" w:hAnsi="Times New Roman"/>
              </w:rPr>
              <w:t>75</w:t>
            </w:r>
          </w:p>
        </w:tc>
      </w:tr>
      <w:tr w:rsidR="009373F4" w:rsidRPr="000D2025" w14:paraId="355F3729" w14:textId="77777777" w:rsidTr="004F12E7">
        <w:tc>
          <w:tcPr>
            <w:tcW w:w="4901" w:type="dxa"/>
          </w:tcPr>
          <w:p w14:paraId="1A9A4EAD" w14:textId="77777777" w:rsidR="009373F4" w:rsidRPr="000D2025" w:rsidRDefault="009373F4" w:rsidP="004F12E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9" w:type="dxa"/>
          </w:tcPr>
          <w:p w14:paraId="2CC8FB58" w14:textId="6CBDCBA7" w:rsidR="009373F4" w:rsidRPr="000D2025" w:rsidRDefault="00896183" w:rsidP="004F12E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>7</w:t>
            </w:r>
          </w:p>
        </w:tc>
      </w:tr>
    </w:tbl>
    <w:p w14:paraId="20D3F1B8" w14:textId="77777777" w:rsidR="009373F4" w:rsidRPr="000D2025" w:rsidRDefault="009373F4" w:rsidP="009373F4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0D2025">
        <w:rPr>
          <w:b w:val="0"/>
          <w:i/>
          <w:smallCaps w:val="0"/>
          <w:sz w:val="20"/>
        </w:rPr>
        <w:t>* Należy uwzględnić, że 1 pkt ECTS odpowiada 25-30 godzin całkowitego nakładu pracy studenta.</w:t>
      </w:r>
    </w:p>
    <w:p w14:paraId="7DECE0CE" w14:textId="77777777" w:rsidR="009373F4" w:rsidRPr="000D2025" w:rsidRDefault="009373F4" w:rsidP="009373F4">
      <w:pPr>
        <w:pStyle w:val="Punktygwne"/>
        <w:spacing w:before="0" w:after="0"/>
        <w:rPr>
          <w:b w:val="0"/>
          <w:smallCaps w:val="0"/>
          <w:sz w:val="22"/>
        </w:rPr>
      </w:pPr>
    </w:p>
    <w:p w14:paraId="03792B30" w14:textId="0FE461A3" w:rsidR="009373F4" w:rsidRDefault="000D2025" w:rsidP="009373F4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9373F4" w:rsidRPr="000D2025">
        <w:rPr>
          <w:smallCaps w:val="0"/>
          <w:sz w:val="22"/>
        </w:rPr>
        <w:lastRenderedPageBreak/>
        <w:t>6. PRAKTYKI ZAWODOWE W RAMACH PRZEDMIOTU</w:t>
      </w:r>
    </w:p>
    <w:p w14:paraId="478269E7" w14:textId="77777777" w:rsidR="000D2025" w:rsidRPr="000D2025" w:rsidRDefault="000D2025" w:rsidP="009373F4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3F4" w:rsidRPr="000D2025" w14:paraId="009714D9" w14:textId="77777777" w:rsidTr="000D2025">
        <w:trPr>
          <w:trHeight w:val="397"/>
        </w:trPr>
        <w:tc>
          <w:tcPr>
            <w:tcW w:w="3544" w:type="dxa"/>
          </w:tcPr>
          <w:p w14:paraId="5A7A76B9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7299071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0D2025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9373F4" w:rsidRPr="000D2025" w14:paraId="6665F891" w14:textId="77777777" w:rsidTr="000D2025">
        <w:trPr>
          <w:trHeight w:val="397"/>
        </w:trPr>
        <w:tc>
          <w:tcPr>
            <w:tcW w:w="3544" w:type="dxa"/>
          </w:tcPr>
          <w:p w14:paraId="3F077B7C" w14:textId="77777777" w:rsidR="009373F4" w:rsidRPr="000D2025" w:rsidRDefault="009373F4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D1915CC" w14:textId="77777777" w:rsidR="009373F4" w:rsidRPr="000D2025" w:rsidRDefault="009373F4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D2025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70FDBB20" w14:textId="77777777" w:rsidR="009373F4" w:rsidRPr="000D2025" w:rsidRDefault="009373F4" w:rsidP="009373F4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51009C68" w14:textId="49AB0DBD" w:rsidR="009373F4" w:rsidRDefault="009373F4" w:rsidP="009373F4">
      <w:pPr>
        <w:pStyle w:val="Punktygwne"/>
        <w:spacing w:before="0" w:after="0"/>
        <w:rPr>
          <w:smallCaps w:val="0"/>
          <w:sz w:val="22"/>
        </w:rPr>
      </w:pPr>
      <w:r w:rsidRPr="000D2025">
        <w:rPr>
          <w:smallCaps w:val="0"/>
          <w:sz w:val="22"/>
        </w:rPr>
        <w:t xml:space="preserve">7. LITERATURA </w:t>
      </w:r>
    </w:p>
    <w:p w14:paraId="423AD936" w14:textId="77777777" w:rsidR="000D2025" w:rsidRPr="000D2025" w:rsidRDefault="000D2025" w:rsidP="009373F4">
      <w:pPr>
        <w:pStyle w:val="Punktygwne"/>
        <w:spacing w:before="0" w:after="0"/>
        <w:rPr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3F4" w:rsidRPr="000D2025" w14:paraId="3993CBC6" w14:textId="77777777" w:rsidTr="000D2025">
        <w:trPr>
          <w:trHeight w:val="397"/>
        </w:trPr>
        <w:tc>
          <w:tcPr>
            <w:tcW w:w="7513" w:type="dxa"/>
          </w:tcPr>
          <w:p w14:paraId="1F7D1D45" w14:textId="00D56636" w:rsidR="009373F4" w:rsidRPr="000D2025" w:rsidRDefault="009373F4" w:rsidP="00896183">
            <w:pPr>
              <w:spacing w:after="0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 xml:space="preserve">Literatura podstawowa: </w:t>
            </w:r>
          </w:p>
          <w:p w14:paraId="15BEE77B" w14:textId="77777777" w:rsidR="000D2025" w:rsidRPr="000D2025" w:rsidRDefault="000D2025" w:rsidP="00896183">
            <w:pPr>
              <w:spacing w:after="0"/>
              <w:rPr>
                <w:rFonts w:ascii="Times New Roman" w:hAnsi="Times New Roman"/>
              </w:rPr>
            </w:pPr>
          </w:p>
          <w:p w14:paraId="1DD8B197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0D2025">
              <w:rPr>
                <w:rFonts w:ascii="Times New Roman" w:hAnsi="Times New Roman"/>
              </w:rPr>
              <w:t>Babbie</w:t>
            </w:r>
            <w:proofErr w:type="spellEnd"/>
            <w:r w:rsidRPr="000D2025">
              <w:rPr>
                <w:rFonts w:ascii="Times New Roman" w:hAnsi="Times New Roman"/>
              </w:rPr>
              <w:t xml:space="preserve"> E, Podstawy badań społecznych, Warszawa 2008</w:t>
            </w:r>
          </w:p>
          <w:p w14:paraId="1D21B950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0D2025">
              <w:rPr>
                <w:rFonts w:ascii="Times New Roman" w:hAnsi="Times New Roman"/>
              </w:rPr>
              <w:t>Babbie</w:t>
            </w:r>
            <w:proofErr w:type="spellEnd"/>
            <w:r w:rsidRPr="000D2025">
              <w:rPr>
                <w:rFonts w:ascii="Times New Roman" w:hAnsi="Times New Roman"/>
              </w:rPr>
              <w:t xml:space="preserve"> E., Badania społeczne w praktyce, Warszawa 2007</w:t>
            </w:r>
          </w:p>
          <w:p w14:paraId="31CEE22B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0D2025">
              <w:rPr>
                <w:rFonts w:ascii="Times New Roman" w:hAnsi="Times New Roman"/>
              </w:rPr>
              <w:t>Kawcki</w:t>
            </w:r>
            <w:proofErr w:type="spellEnd"/>
            <w:r w:rsidRPr="000D2025">
              <w:rPr>
                <w:rFonts w:ascii="Times New Roman" w:hAnsi="Times New Roman"/>
              </w:rPr>
              <w:t xml:space="preserve"> I., Szkice z metodologii jakościowych badań edukacyjnych, Rzeszów 2019</w:t>
            </w:r>
          </w:p>
          <w:p w14:paraId="68C7569F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Łobocki M., Metody i techniki badań pedagogicznych, Kraków 2000</w:t>
            </w:r>
          </w:p>
          <w:p w14:paraId="42530B25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0D2025">
              <w:rPr>
                <w:rFonts w:ascii="Times New Roman" w:hAnsi="Times New Roman"/>
              </w:rPr>
              <w:t>Maszke</w:t>
            </w:r>
            <w:proofErr w:type="spellEnd"/>
            <w:r w:rsidRPr="000D2025">
              <w:rPr>
                <w:rFonts w:ascii="Times New Roman" w:hAnsi="Times New Roman"/>
              </w:rPr>
              <w:t xml:space="preserve"> A.W., Metody i techniki badań pedagogicznych, Rzeszów 2008</w:t>
            </w:r>
          </w:p>
          <w:p w14:paraId="06DF6E2D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Palka S., Podstawy metodologii badan w pedagogice, Gdańsk 2010</w:t>
            </w:r>
          </w:p>
          <w:p w14:paraId="44925EC2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Palka S., Metodologia, Badania, Praktyka pedagogiczna, Gdańsk 2006</w:t>
            </w:r>
          </w:p>
          <w:p w14:paraId="3E4A0AF9" w14:textId="77777777" w:rsidR="009373F4" w:rsidRPr="000D2025" w:rsidRDefault="009373F4" w:rsidP="00896183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Pilch T., Bauman T., Zasady badań pedagogicznych, strategie ilościowe i jakościowe, Warszawa 2001</w:t>
            </w:r>
          </w:p>
        </w:tc>
      </w:tr>
      <w:tr w:rsidR="009373F4" w:rsidRPr="000D2025" w14:paraId="00EF57EC" w14:textId="77777777" w:rsidTr="000D2025">
        <w:trPr>
          <w:trHeight w:val="397"/>
        </w:trPr>
        <w:tc>
          <w:tcPr>
            <w:tcW w:w="7513" w:type="dxa"/>
          </w:tcPr>
          <w:p w14:paraId="75FD322F" w14:textId="57C3268F" w:rsidR="009373F4" w:rsidRDefault="009373F4" w:rsidP="00896183">
            <w:pPr>
              <w:spacing w:after="0"/>
              <w:rPr>
                <w:rFonts w:ascii="Times New Roman" w:hAnsi="Times New Roman"/>
                <w:b/>
              </w:rPr>
            </w:pPr>
            <w:r w:rsidRPr="000D2025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74AB2F39" w14:textId="77777777" w:rsidR="000D2025" w:rsidRPr="000D2025" w:rsidRDefault="000D2025" w:rsidP="00896183">
            <w:pPr>
              <w:spacing w:after="0"/>
              <w:rPr>
                <w:rFonts w:ascii="Times New Roman" w:hAnsi="Times New Roman"/>
                <w:b/>
              </w:rPr>
            </w:pPr>
          </w:p>
          <w:p w14:paraId="0D7B2B51" w14:textId="77777777" w:rsidR="009373F4" w:rsidRPr="000D2025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 Brzeziński J., Metodologia badań psychologicznych, Warszawa 2007</w:t>
            </w:r>
          </w:p>
          <w:p w14:paraId="493967D1" w14:textId="77777777" w:rsidR="009373F4" w:rsidRPr="000D2025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 xml:space="preserve"> Nowak S., Metodologia badań społecznych, Warszawa 1985</w:t>
            </w:r>
          </w:p>
          <w:p w14:paraId="3A5088E7" w14:textId="77777777" w:rsidR="009373F4" w:rsidRPr="000D2025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Palka S., Pedagogika w stanie tworzenia, Kraków 2003</w:t>
            </w:r>
          </w:p>
          <w:p w14:paraId="3EA0E6CD" w14:textId="77777777" w:rsidR="009373F4" w:rsidRPr="000D2025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Palka S., Orientacje w metodologii badań pedagogicznych, Kraków 1998</w:t>
            </w:r>
          </w:p>
          <w:p w14:paraId="3DC31AFE" w14:textId="77777777" w:rsidR="009373F4" w:rsidRPr="000D2025" w:rsidRDefault="009373F4" w:rsidP="00896183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0D2025">
              <w:rPr>
                <w:rFonts w:ascii="Times New Roman" w:hAnsi="Times New Roman"/>
              </w:rPr>
              <w:t>Pilch T., Zasady badań pedagogicznych, Warszawa 1995</w:t>
            </w:r>
          </w:p>
        </w:tc>
      </w:tr>
    </w:tbl>
    <w:p w14:paraId="790C9D72" w14:textId="77777777" w:rsidR="009373F4" w:rsidRPr="000D2025" w:rsidRDefault="009373F4" w:rsidP="009373F4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4011EC4" w14:textId="77777777" w:rsidR="009373F4" w:rsidRPr="000D2025" w:rsidRDefault="009373F4" w:rsidP="009373F4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A06306C" w14:textId="77777777" w:rsidR="009373F4" w:rsidRPr="000D2025" w:rsidRDefault="009373F4" w:rsidP="009373F4">
      <w:pPr>
        <w:pStyle w:val="Punktygwne"/>
        <w:spacing w:before="0" w:after="0"/>
        <w:ind w:left="360"/>
        <w:rPr>
          <w:sz w:val="22"/>
        </w:rPr>
      </w:pPr>
      <w:r w:rsidRPr="000D2025">
        <w:rPr>
          <w:smallCaps w:val="0"/>
          <w:sz w:val="22"/>
        </w:rPr>
        <w:t>Akceptacja Kierownika Jednostki lub osoby upoważnionej</w:t>
      </w:r>
    </w:p>
    <w:p w14:paraId="081C99B4" w14:textId="2C3D593B" w:rsidR="0085747A" w:rsidRPr="000D2025" w:rsidRDefault="0085747A" w:rsidP="009373F4">
      <w:pPr>
        <w:pStyle w:val="Podpunkty"/>
        <w:rPr>
          <w:szCs w:val="22"/>
        </w:rPr>
      </w:pPr>
    </w:p>
    <w:sectPr w:rsidR="0085747A" w:rsidRPr="000D202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57D6C" w14:textId="77777777" w:rsidR="00EF31F3" w:rsidRDefault="00EF31F3" w:rsidP="00C16ABF">
      <w:pPr>
        <w:spacing w:after="0" w:line="240" w:lineRule="auto"/>
      </w:pPr>
      <w:r>
        <w:separator/>
      </w:r>
    </w:p>
  </w:endnote>
  <w:endnote w:type="continuationSeparator" w:id="0">
    <w:p w14:paraId="0051B108" w14:textId="77777777" w:rsidR="00EF31F3" w:rsidRDefault="00EF3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72F94" w14:textId="77777777" w:rsidR="00EF31F3" w:rsidRDefault="00EF31F3" w:rsidP="00C16ABF">
      <w:pPr>
        <w:spacing w:after="0" w:line="240" w:lineRule="auto"/>
      </w:pPr>
      <w:r>
        <w:separator/>
      </w:r>
    </w:p>
  </w:footnote>
  <w:footnote w:type="continuationSeparator" w:id="0">
    <w:p w14:paraId="054CBC3B" w14:textId="77777777" w:rsidR="00EF31F3" w:rsidRDefault="00EF31F3" w:rsidP="00C16ABF">
      <w:pPr>
        <w:spacing w:after="0" w:line="240" w:lineRule="auto"/>
      </w:pPr>
      <w:r>
        <w:continuationSeparator/>
      </w:r>
    </w:p>
  </w:footnote>
  <w:footnote w:id="1">
    <w:p w14:paraId="0A7C9CBE" w14:textId="77777777" w:rsidR="009373F4" w:rsidRDefault="009373F4" w:rsidP="009373F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F2C59"/>
    <w:multiLevelType w:val="hybridMultilevel"/>
    <w:tmpl w:val="89260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D2025"/>
    <w:rsid w:val="000F1C57"/>
    <w:rsid w:val="000F5615"/>
    <w:rsid w:val="00124BFF"/>
    <w:rsid w:val="0012560E"/>
    <w:rsid w:val="00127108"/>
    <w:rsid w:val="00131FD6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D90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1F0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A783B"/>
    <w:rsid w:val="005C080F"/>
    <w:rsid w:val="005C55E5"/>
    <w:rsid w:val="005C696A"/>
    <w:rsid w:val="005D0BF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2720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301A"/>
    <w:rsid w:val="007D6E56"/>
    <w:rsid w:val="007F1652"/>
    <w:rsid w:val="007F312C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96183"/>
    <w:rsid w:val="008A45F7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373F4"/>
    <w:rsid w:val="00945B08"/>
    <w:rsid w:val="009508DF"/>
    <w:rsid w:val="00950DAC"/>
    <w:rsid w:val="00952F71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84E4F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B6414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28A"/>
    <w:rsid w:val="00C34D0A"/>
    <w:rsid w:val="00C36992"/>
    <w:rsid w:val="00C56036"/>
    <w:rsid w:val="00C61DC5"/>
    <w:rsid w:val="00C67E92"/>
    <w:rsid w:val="00C70A26"/>
    <w:rsid w:val="00C766DF"/>
    <w:rsid w:val="00C82FCD"/>
    <w:rsid w:val="00C94B98"/>
    <w:rsid w:val="00CA2B96"/>
    <w:rsid w:val="00CA5089"/>
    <w:rsid w:val="00CA773C"/>
    <w:rsid w:val="00CB42CB"/>
    <w:rsid w:val="00CD6897"/>
    <w:rsid w:val="00CE3AED"/>
    <w:rsid w:val="00CE5BAC"/>
    <w:rsid w:val="00CE653F"/>
    <w:rsid w:val="00CF25BE"/>
    <w:rsid w:val="00CF59EC"/>
    <w:rsid w:val="00CF78ED"/>
    <w:rsid w:val="00D02B25"/>
    <w:rsid w:val="00D02EBA"/>
    <w:rsid w:val="00D12289"/>
    <w:rsid w:val="00D17C3C"/>
    <w:rsid w:val="00D26B2C"/>
    <w:rsid w:val="00D31F50"/>
    <w:rsid w:val="00D341E5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6075"/>
    <w:rsid w:val="00E425B2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EF31F3"/>
    <w:rsid w:val="00F070AB"/>
    <w:rsid w:val="00F17567"/>
    <w:rsid w:val="00F27A7B"/>
    <w:rsid w:val="00F46A3A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88F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4C4A1-BB81-40E0-A088-1276BC825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2021-01-11T14:17:00Z</dcterms:created>
  <dcterms:modified xsi:type="dcterms:W3CDTF">2021-01-11T14:18:00Z</dcterms:modified>
</cp:coreProperties>
</file>